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007" w:rsidRDefault="00D56787">
      <w:bookmarkStart w:id="0" w:name="_GoBack"/>
      <w:bookmarkEnd w:id="0"/>
      <w:r>
        <w:rPr>
          <w:rFonts w:hint="eastAsia"/>
        </w:rPr>
        <w:t>別記様式第</w:t>
      </w:r>
      <w:r w:rsidR="00F7099E">
        <w:rPr>
          <w:rFonts w:hint="eastAsia"/>
        </w:rPr>
        <w:t>１</w:t>
      </w:r>
      <w:r>
        <w:rPr>
          <w:rFonts w:hint="eastAsia"/>
        </w:rPr>
        <w:t>号（</w:t>
      </w:r>
      <w:r w:rsidR="00F7099E">
        <w:rPr>
          <w:rFonts w:hint="eastAsia"/>
        </w:rPr>
        <w:t>前</w:t>
      </w:r>
      <w:r>
        <w:rPr>
          <w:rFonts w:hint="eastAsia"/>
        </w:rPr>
        <w:t>第</w:t>
      </w:r>
      <w:r w:rsidR="00F7099E">
        <w:rPr>
          <w:rFonts w:hint="eastAsia"/>
        </w:rPr>
        <w:t>６</w:t>
      </w:r>
      <w:r>
        <w:rPr>
          <w:rFonts w:hint="eastAsia"/>
        </w:rPr>
        <w:t>関係）</w:t>
      </w:r>
    </w:p>
    <w:tbl>
      <w:tblPr>
        <w:tblStyle w:val="a3"/>
        <w:tblW w:w="0" w:type="auto"/>
        <w:tblInd w:w="4788" w:type="dxa"/>
        <w:tblLook w:val="01E0" w:firstRow="1" w:lastRow="1" w:firstColumn="1" w:lastColumn="1" w:noHBand="0" w:noVBand="0"/>
      </w:tblPr>
      <w:tblGrid>
        <w:gridCol w:w="1440"/>
        <w:gridCol w:w="1260"/>
        <w:gridCol w:w="1214"/>
      </w:tblGrid>
      <w:tr w:rsidR="00D56787">
        <w:tc>
          <w:tcPr>
            <w:tcW w:w="3914" w:type="dxa"/>
            <w:gridSpan w:val="3"/>
          </w:tcPr>
          <w:p w:rsidR="00D56787" w:rsidRDefault="00D56787" w:rsidP="00D56787">
            <w:pPr>
              <w:jc w:val="center"/>
            </w:pPr>
            <w:r>
              <w:rPr>
                <w:rFonts w:hint="eastAsia"/>
              </w:rPr>
              <w:t>履修指導委員会承認印</w:t>
            </w:r>
          </w:p>
        </w:tc>
      </w:tr>
      <w:tr w:rsidR="00D56787">
        <w:tc>
          <w:tcPr>
            <w:tcW w:w="1440" w:type="dxa"/>
          </w:tcPr>
          <w:p w:rsidR="00D56787" w:rsidRDefault="00D56787" w:rsidP="00D56787">
            <w:pPr>
              <w:jc w:val="center"/>
            </w:pPr>
            <w:r>
              <w:rPr>
                <w:rFonts w:hint="eastAsia"/>
              </w:rPr>
              <w:t>主指導教員</w:t>
            </w:r>
          </w:p>
        </w:tc>
        <w:tc>
          <w:tcPr>
            <w:tcW w:w="2474" w:type="dxa"/>
            <w:gridSpan w:val="2"/>
          </w:tcPr>
          <w:p w:rsidR="00D56787" w:rsidRDefault="00D56787" w:rsidP="00D56787">
            <w:pPr>
              <w:jc w:val="center"/>
            </w:pPr>
            <w:r>
              <w:rPr>
                <w:rFonts w:hint="eastAsia"/>
              </w:rPr>
              <w:t>副指導教員</w:t>
            </w:r>
          </w:p>
        </w:tc>
      </w:tr>
      <w:tr w:rsidR="00D56787">
        <w:trPr>
          <w:trHeight w:val="1043"/>
        </w:trPr>
        <w:tc>
          <w:tcPr>
            <w:tcW w:w="1440" w:type="dxa"/>
          </w:tcPr>
          <w:p w:rsidR="00D56787" w:rsidRDefault="00D56787"/>
        </w:tc>
        <w:tc>
          <w:tcPr>
            <w:tcW w:w="1260" w:type="dxa"/>
          </w:tcPr>
          <w:p w:rsidR="00D56787" w:rsidRDefault="00D56787"/>
        </w:tc>
        <w:tc>
          <w:tcPr>
            <w:tcW w:w="1214" w:type="dxa"/>
          </w:tcPr>
          <w:p w:rsidR="00D56787" w:rsidRDefault="00D56787"/>
        </w:tc>
      </w:tr>
    </w:tbl>
    <w:p w:rsidR="00D56787" w:rsidRDefault="00D56787"/>
    <w:p w:rsidR="00D56787" w:rsidRDefault="00D56787"/>
    <w:p w:rsidR="00D56787" w:rsidRDefault="00D56787" w:rsidP="00D56787">
      <w:pPr>
        <w:jc w:val="center"/>
        <w:rPr>
          <w:sz w:val="32"/>
          <w:szCs w:val="32"/>
        </w:rPr>
      </w:pPr>
      <w:r w:rsidRPr="00D56787">
        <w:rPr>
          <w:rFonts w:hint="eastAsia"/>
          <w:sz w:val="32"/>
          <w:szCs w:val="32"/>
        </w:rPr>
        <w:t>論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文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審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査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出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願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書</w:t>
      </w:r>
    </w:p>
    <w:p w:rsidR="00D56787" w:rsidRDefault="00D56787" w:rsidP="00D56787">
      <w:pPr>
        <w:jc w:val="center"/>
        <w:rPr>
          <w:sz w:val="32"/>
          <w:szCs w:val="32"/>
        </w:rPr>
      </w:pPr>
    </w:p>
    <w:p w:rsidR="00D56787" w:rsidRDefault="00D56787" w:rsidP="00D56787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平成　　年　　月　　日　　</w:t>
      </w:r>
    </w:p>
    <w:p w:rsidR="00D56787" w:rsidRDefault="00D56787" w:rsidP="00D56787">
      <w:pPr>
        <w:jc w:val="right"/>
        <w:rPr>
          <w:sz w:val="22"/>
          <w:szCs w:val="22"/>
        </w:rPr>
      </w:pPr>
    </w:p>
    <w:p w:rsidR="00D56787" w:rsidRDefault="00D56787" w:rsidP="00D5678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新潟大学大学院現代社会文化研究科長　　殿</w:t>
      </w:r>
    </w:p>
    <w:p w:rsidR="00D56787" w:rsidRDefault="00D56787" w:rsidP="00D56787">
      <w:pPr>
        <w:rPr>
          <w:sz w:val="22"/>
          <w:szCs w:val="22"/>
        </w:rPr>
      </w:pPr>
    </w:p>
    <w:p w:rsidR="00D56787" w:rsidRDefault="00D56787" w:rsidP="00D56787">
      <w:pPr>
        <w:rPr>
          <w:sz w:val="22"/>
          <w:szCs w:val="22"/>
        </w:rPr>
      </w:pPr>
    </w:p>
    <w:p w:rsidR="00D56787" w:rsidRDefault="00D56787" w:rsidP="00D56787">
      <w:pPr>
        <w:ind w:firstLineChars="1718" w:firstLine="3780"/>
        <w:rPr>
          <w:sz w:val="22"/>
          <w:szCs w:val="22"/>
        </w:rPr>
      </w:pPr>
      <w:r>
        <w:rPr>
          <w:rFonts w:hint="eastAsia"/>
          <w:sz w:val="22"/>
          <w:szCs w:val="22"/>
        </w:rPr>
        <w:t>新潟大学大学院現代社会文化研究科</w:t>
      </w:r>
    </w:p>
    <w:p w:rsidR="00D56787" w:rsidRDefault="00D56787" w:rsidP="00D56787">
      <w:pPr>
        <w:ind w:firstLineChars="1718" w:firstLine="37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</w:t>
      </w:r>
    </w:p>
    <w:p w:rsidR="00D56787" w:rsidRDefault="00D56787" w:rsidP="00D56787">
      <w:pPr>
        <w:ind w:firstLineChars="2018" w:firstLine="4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="00FD1DEB">
        <w:rPr>
          <w:rFonts w:hint="eastAsia"/>
          <w:sz w:val="22"/>
          <w:szCs w:val="22"/>
        </w:rPr>
        <w:t xml:space="preserve">　　　　　　　</w:t>
      </w:r>
      <w:r>
        <w:rPr>
          <w:rFonts w:hint="eastAsia"/>
          <w:sz w:val="22"/>
          <w:szCs w:val="22"/>
        </w:rPr>
        <w:t xml:space="preserve">専攻　　　　　　　　　</w:t>
      </w:r>
    </w:p>
    <w:p w:rsidR="00D56787" w:rsidRDefault="00D56787" w:rsidP="00D56787">
      <w:pPr>
        <w:ind w:firstLineChars="2018" w:firstLine="4440"/>
        <w:rPr>
          <w:sz w:val="22"/>
          <w:szCs w:val="22"/>
        </w:rPr>
      </w:pPr>
    </w:p>
    <w:p w:rsidR="00D56787" w:rsidRDefault="00D56787" w:rsidP="00D56787">
      <w:pPr>
        <w:ind w:firstLineChars="2018" w:firstLine="4440"/>
        <w:rPr>
          <w:sz w:val="22"/>
          <w:szCs w:val="22"/>
        </w:rPr>
      </w:pPr>
      <w:r>
        <w:rPr>
          <w:rFonts w:hint="eastAsia"/>
          <w:sz w:val="22"/>
          <w:szCs w:val="22"/>
        </w:rPr>
        <w:t>氏</w:t>
      </w:r>
      <w:r w:rsidR="00F7099E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>名</w:t>
      </w:r>
    </w:p>
    <w:p w:rsidR="00F7099E" w:rsidRDefault="00F7099E" w:rsidP="00D56787">
      <w:pPr>
        <w:ind w:firstLineChars="2018" w:firstLine="4440"/>
        <w:rPr>
          <w:sz w:val="22"/>
          <w:szCs w:val="22"/>
        </w:rPr>
      </w:pPr>
      <w:r>
        <w:rPr>
          <w:rFonts w:hint="eastAsia"/>
          <w:sz w:val="22"/>
          <w:szCs w:val="22"/>
        </w:rPr>
        <w:t>在籍番号</w:t>
      </w:r>
    </w:p>
    <w:p w:rsidR="00D56787" w:rsidRDefault="00D56787" w:rsidP="00D56787">
      <w:pPr>
        <w:rPr>
          <w:sz w:val="22"/>
          <w:szCs w:val="22"/>
        </w:rPr>
      </w:pPr>
    </w:p>
    <w:p w:rsidR="00D56787" w:rsidRDefault="00D56787" w:rsidP="00D56787">
      <w:pPr>
        <w:rPr>
          <w:sz w:val="22"/>
          <w:szCs w:val="22"/>
        </w:rPr>
      </w:pPr>
    </w:p>
    <w:p w:rsidR="00D56787" w:rsidRPr="00D56787" w:rsidRDefault="00D56787" w:rsidP="00FD4A87">
      <w:pPr>
        <w:ind w:firstLineChars="81" w:firstLine="178"/>
        <w:rPr>
          <w:sz w:val="22"/>
          <w:szCs w:val="22"/>
        </w:rPr>
      </w:pPr>
      <w:r>
        <w:rPr>
          <w:rFonts w:hint="eastAsia"/>
          <w:sz w:val="22"/>
          <w:szCs w:val="22"/>
        </w:rPr>
        <w:t>新潟大学学位規則第</w:t>
      </w:r>
      <w:r w:rsidR="00FD4A87">
        <w:rPr>
          <w:rFonts w:hint="eastAsia"/>
          <w:sz w:val="22"/>
          <w:szCs w:val="22"/>
        </w:rPr>
        <w:t>６条の規定に基づき，学位論文を提出しますので，審査をお願いします。</w:t>
      </w:r>
    </w:p>
    <w:sectPr w:rsidR="00D56787" w:rsidRPr="00D56787" w:rsidSect="00375A6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29E" w:rsidRDefault="0087329E" w:rsidP="0087329E">
      <w:r>
        <w:separator/>
      </w:r>
    </w:p>
  </w:endnote>
  <w:endnote w:type="continuationSeparator" w:id="0">
    <w:p w:rsidR="0087329E" w:rsidRDefault="0087329E" w:rsidP="00873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29E" w:rsidRDefault="0087329E" w:rsidP="0087329E">
      <w:r>
        <w:separator/>
      </w:r>
    </w:p>
  </w:footnote>
  <w:footnote w:type="continuationSeparator" w:id="0">
    <w:p w:rsidR="0087329E" w:rsidRDefault="0087329E" w:rsidP="008732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C3E"/>
    <w:rsid w:val="00032AF6"/>
    <w:rsid w:val="00055007"/>
    <w:rsid w:val="002D1F7D"/>
    <w:rsid w:val="00375A66"/>
    <w:rsid w:val="00583C3E"/>
    <w:rsid w:val="007F11F1"/>
    <w:rsid w:val="0087329E"/>
    <w:rsid w:val="00917BF8"/>
    <w:rsid w:val="00D56787"/>
    <w:rsid w:val="00F7099E"/>
    <w:rsid w:val="00FD1DEB"/>
    <w:rsid w:val="00FD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5A6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67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732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7329E"/>
    <w:rPr>
      <w:kern w:val="2"/>
      <w:sz w:val="21"/>
      <w:szCs w:val="24"/>
    </w:rPr>
  </w:style>
  <w:style w:type="paragraph" w:styleId="a6">
    <w:name w:val="footer"/>
    <w:basedOn w:val="a"/>
    <w:link w:val="a7"/>
    <w:rsid w:val="008732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87329E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5A6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67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732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7329E"/>
    <w:rPr>
      <w:kern w:val="2"/>
      <w:sz w:val="21"/>
      <w:szCs w:val="24"/>
    </w:rPr>
  </w:style>
  <w:style w:type="paragraph" w:styleId="a6">
    <w:name w:val="footer"/>
    <w:basedOn w:val="a"/>
    <w:link w:val="a7"/>
    <w:rsid w:val="008732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87329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B26CAFCF.dotm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別記様式第１号（前第６関係）</vt:lpstr>
      <vt:lpstr>別記様式第１号（前第６関係）</vt:lpstr>
    </vt:vector>
  </TitlesOfParts>
  <Company>新潟大学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別記様式第１号（前第６関係）</dc:title>
  <dc:creator>学務</dc:creator>
  <cp:lastModifiedBy>佐藤　明裕</cp:lastModifiedBy>
  <cp:revision>2</cp:revision>
  <cp:lastPrinted>2015-10-26T06:17:00Z</cp:lastPrinted>
  <dcterms:created xsi:type="dcterms:W3CDTF">2015-10-26T06:17:00Z</dcterms:created>
  <dcterms:modified xsi:type="dcterms:W3CDTF">2015-10-26T06:17:00Z</dcterms:modified>
</cp:coreProperties>
</file>