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020F76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25.55pt;height:41.8pt;z-index:251660288" strokecolor="red" strokeweight="2.25pt">
            <v:textbox inset="5.85pt,.7pt,5.85pt,.7pt">
              <w:txbxContent>
                <w:p w:rsidR="00F66597" w:rsidRPr="00F66597" w:rsidRDefault="00F66597" w:rsidP="00F66597">
                  <w:pPr>
                    <w:ind w:firstLineChars="100" w:firstLine="381"/>
                    <w:jc w:val="left"/>
                    <w:rPr>
                      <w:sz w:val="40"/>
                      <w:szCs w:val="40"/>
                    </w:rPr>
                  </w:pPr>
                  <w:r w:rsidRPr="00F66597">
                    <w:rPr>
                      <w:rFonts w:asciiTheme="majorHAnsi" w:hAnsiTheme="majorHAnsi" w:cstheme="majorHAnsi"/>
                      <w:color w:val="FF0000"/>
                      <w:sz w:val="40"/>
                      <w:szCs w:val="40"/>
                    </w:rPr>
                    <w:t>Example</w:t>
                  </w:r>
                </w:p>
              </w:txbxContent>
            </v:textbox>
          </v:rect>
        </w:pict>
      </w:r>
    </w:p>
    <w:p w:rsidR="00002CA1" w:rsidRPr="00A60695" w:rsidRDefault="00F66597" w:rsidP="001B7E95">
      <w:pPr>
        <w:jc w:val="center"/>
        <w:rPr>
          <w:b/>
          <w:sz w:val="36"/>
          <w:szCs w:val="36"/>
        </w:rPr>
      </w:pPr>
      <w:r w:rsidRPr="00D0418F">
        <w:rPr>
          <w:rFonts w:asciiTheme="majorHAnsi" w:hAnsiTheme="majorHAnsi" w:cstheme="majorHAnsi"/>
          <w:sz w:val="40"/>
          <w:szCs w:val="40"/>
        </w:rPr>
        <w:t>Income certificate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66597">
      <w:pPr>
        <w:rPr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 xml:space="preserve">We hereby certify that </w:t>
      </w: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>
        <w:rPr>
          <w:rFonts w:asciiTheme="majorHAnsi" w:hAnsiTheme="majorHAnsi" w:cstheme="majorHAnsi" w:hint="eastAsia"/>
          <w:sz w:val="28"/>
          <w:szCs w:val="28"/>
        </w:rPr>
        <w:t>○○</w:t>
      </w:r>
      <w:r>
        <w:rPr>
          <w:rFonts w:asciiTheme="majorHAnsi" w:hAnsiTheme="majorHAnsi" w:cstheme="majorHAnsi" w:hint="eastAsia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company</w:t>
      </w:r>
      <w:r>
        <w:rPr>
          <w:rFonts w:asciiTheme="majorHAnsi" w:hAnsiTheme="majorHAnsi" w:cstheme="majorHAnsi" w:hint="eastAsia"/>
          <w:sz w:val="28"/>
          <w:szCs w:val="28"/>
        </w:rPr>
        <w:t xml:space="preserve"> and </w:t>
      </w:r>
      <w:r w:rsidRPr="00D0418F">
        <w:rPr>
          <w:rFonts w:asciiTheme="majorHAnsi" w:hAnsiTheme="majorHAnsi" w:cstheme="majorHAnsi"/>
          <w:sz w:val="28"/>
          <w:szCs w:val="28"/>
        </w:rPr>
        <w:t>annual income is</w:t>
      </w:r>
      <w:r>
        <w:rPr>
          <w:rFonts w:asciiTheme="majorHAnsi" w:hAnsiTheme="majorHAnsi" w:cstheme="majorHAnsi" w:hint="eastAsia"/>
          <w:sz w:val="28"/>
          <w:szCs w:val="28"/>
        </w:rPr>
        <w:t xml:space="preserve"> as follows.</w:t>
      </w:r>
    </w:p>
    <w:p w:rsidR="00E41F2A" w:rsidRPr="00F66597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F66597" w:rsidP="00F66597">
            <w:pPr>
              <w:ind w:firstLine="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Year</w:t>
            </w:r>
          </w:p>
        </w:tc>
        <w:tc>
          <w:tcPr>
            <w:tcW w:w="2410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Annual salary</w:t>
            </w:r>
          </w:p>
        </w:tc>
        <w:tc>
          <w:tcPr>
            <w:tcW w:w="2409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Bonus</w:t>
            </w:r>
          </w:p>
        </w:tc>
        <w:tc>
          <w:tcPr>
            <w:tcW w:w="1985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Total</w:t>
            </w: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020F76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594E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020F76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020F76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020F76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97.95pt;margin-top:17.1pt;width:290.5pt;height:112.9pt;z-index:251659264" adj="11447,28401" strokecolor="#00b0f0" strokeweight="3pt">
            <v:textbox style="mso-next-textbox:#_x0000_s1028" inset="5.85pt,.7pt,5.85pt,.7pt">
              <w:txbxContent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66597" w:rsidRPr="00F66597" w:rsidRDefault="00F66597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2" type="#_x0000_t62" style="position:absolute;left:0;text-align:left;margin-left:-6.35pt;margin-top:9.15pt;width:176.65pt;height:69.05pt;z-index:251661312;mso-position-horizontal-relative:text;mso-position-vertical-relative:text" adj="10803,-13717" strokecolor="#00b0f0" strokeweight="2.25pt">
            <v:textbox style="mso-next-textbox:#_x0000_s1032" inset="5.85pt,.7pt,5.85pt,.7pt">
              <w:txbxContent>
                <w:p w:rsidR="00F66597" w:rsidRPr="001B7E95" w:rsidRDefault="00F66597">
                  <w:pPr>
                    <w:rPr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for 3 years 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3E4A">
      <w:pPr>
        <w:rPr>
          <w:sz w:val="28"/>
          <w:szCs w:val="28"/>
        </w:rPr>
      </w:pP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020F76" w:rsidP="007016A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75.45pt;margin-top:17.15pt;width:100.45pt;height:88.7pt;z-index:251658240" strokecolor="red">
            <v:textbox style="mso-next-textbox:#_x0000_s1026" inset="5.85pt,.7pt,5.85pt,.7pt">
              <w:txbxContent>
                <w:p w:rsidR="00F66597" w:rsidRPr="00F66597" w:rsidRDefault="00F66597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</w:txbxContent>
            </v:textbox>
          </v:oval>
        </w:pict>
      </w:r>
    </w:p>
    <w:p w:rsidR="00002CA1" w:rsidRPr="00002CA1" w:rsidRDefault="00002CA1" w:rsidP="001B7E95">
      <w:pPr>
        <w:ind w:firstLineChars="1200" w:firstLine="3618"/>
        <w:rPr>
          <w:sz w:val="32"/>
          <w:szCs w:val="32"/>
        </w:rPr>
      </w:pPr>
      <w:r w:rsidRPr="00002CA1">
        <w:rPr>
          <w:rFonts w:hint="eastAsia"/>
          <w:sz w:val="32"/>
          <w:szCs w:val="32"/>
        </w:rPr>
        <w:t>201</w:t>
      </w:r>
      <w:r w:rsidR="00020F76">
        <w:rPr>
          <w:rFonts w:hint="eastAsia"/>
          <w:sz w:val="32"/>
          <w:szCs w:val="32"/>
        </w:rPr>
        <w:t>7</w:t>
      </w:r>
      <w:bookmarkStart w:id="0" w:name="_GoBack"/>
      <w:bookmarkEnd w:id="0"/>
      <w:r w:rsidR="00F66597">
        <w:rPr>
          <w:rFonts w:hint="eastAsia"/>
          <w:sz w:val="32"/>
          <w:szCs w:val="32"/>
        </w:rPr>
        <w:t xml:space="preserve"> / month / day</w:t>
      </w:r>
    </w:p>
    <w:p w:rsidR="00002CA1" w:rsidRDefault="00F66597" w:rsidP="00F66597">
      <w:pPr>
        <w:ind w:firstLineChars="1900" w:firstLine="4968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>
        <w:rPr>
          <w:rFonts w:hint="eastAsia"/>
          <w:color w:val="FF0000"/>
          <w:sz w:val="28"/>
          <w:szCs w:val="28"/>
        </w:rPr>
        <w:t>company</w:t>
      </w:r>
      <w:r w:rsidR="00002CA1">
        <w:rPr>
          <w:rFonts w:hint="eastAsia"/>
          <w:color w:val="FF0000"/>
          <w:sz w:val="28"/>
          <w:szCs w:val="28"/>
        </w:rPr>
        <w:t xml:space="preserve">　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>
        <w:rPr>
          <w:rFonts w:hint="eastAsia"/>
          <w:b/>
          <w:color w:val="FF0000"/>
          <w:sz w:val="24"/>
          <w:szCs w:val="24"/>
        </w:rPr>
        <w:t>If  there</w:t>
      </w:r>
      <w:proofErr w:type="gramEnd"/>
      <w:r>
        <w:rPr>
          <w:rFonts w:hint="eastAsia"/>
          <w:b/>
          <w:color w:val="FF0000"/>
          <w:sz w:val="24"/>
          <w:szCs w:val="24"/>
        </w:rPr>
        <w:t xml:space="preserve"> is </w:t>
      </w:r>
      <w:r w:rsidRPr="00215462">
        <w:rPr>
          <w:b/>
          <w:color w:val="FF0000"/>
          <w:sz w:val="24"/>
          <w:szCs w:val="24"/>
        </w:rPr>
        <w:t>the style of office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eligibility" and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1B7E95" w:rsidRPr="00353E4A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97" w:rsidRDefault="00F66597" w:rsidP="00A82CBC">
      <w:r>
        <w:separator/>
      </w:r>
    </w:p>
  </w:endnote>
  <w:endnote w:type="continuationSeparator" w:id="0">
    <w:p w:rsidR="00F66597" w:rsidRDefault="00F6659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97" w:rsidRDefault="00F66597" w:rsidP="00A82CBC">
      <w:r>
        <w:separator/>
      </w:r>
    </w:p>
  </w:footnote>
  <w:footnote w:type="continuationSeparator" w:id="0">
    <w:p w:rsidR="00F66597" w:rsidRDefault="00F6659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20F76"/>
    <w:rsid w:val="001B7E95"/>
    <w:rsid w:val="00353E4A"/>
    <w:rsid w:val="003B0A9C"/>
    <w:rsid w:val="00462FBE"/>
    <w:rsid w:val="004B05F3"/>
    <w:rsid w:val="004C0044"/>
    <w:rsid w:val="0053524F"/>
    <w:rsid w:val="00566C98"/>
    <w:rsid w:val="00594EA5"/>
    <w:rsid w:val="00605694"/>
    <w:rsid w:val="006A757D"/>
    <w:rsid w:val="007016AE"/>
    <w:rsid w:val="008968F7"/>
    <w:rsid w:val="00946238"/>
    <w:rsid w:val="009A523E"/>
    <w:rsid w:val="00A60695"/>
    <w:rsid w:val="00A62BFE"/>
    <w:rsid w:val="00A82CBC"/>
    <w:rsid w:val="00B51B53"/>
    <w:rsid w:val="00C64DB1"/>
    <w:rsid w:val="00D63386"/>
    <w:rsid w:val="00D834C8"/>
    <w:rsid w:val="00DF13F2"/>
    <w:rsid w:val="00E41F2A"/>
    <w:rsid w:val="00EA0978"/>
    <w:rsid w:val="00F60B46"/>
    <w:rsid w:val="00F66597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365E-57D2-4839-9EB1-CE00D2E8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FDEB4286.dotm</Template>
  <TotalTime>75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23</cp:revision>
  <cp:lastPrinted>2015-04-15T04:34:00Z</cp:lastPrinted>
  <dcterms:created xsi:type="dcterms:W3CDTF">2013-04-26T01:34:00Z</dcterms:created>
  <dcterms:modified xsi:type="dcterms:W3CDTF">2017-04-18T05:13:00Z</dcterms:modified>
</cp:coreProperties>
</file>