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C7667B" w:rsidP="002F7425">
      <w:pPr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43.6pt;z-index:251660288" strokecolor="red" strokeweight="2.25pt">
            <v:textbox style="mso-next-textbox:#_x0000_s1030" inset="5.85pt,.7pt,5.85pt,.7pt">
              <w:txbxContent>
                <w:p w:rsidR="00603BC3" w:rsidRPr="009A5A48" w:rsidRDefault="00603BC3" w:rsidP="009A5A48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946238" w:rsidRPr="002F7425" w:rsidRDefault="009A5A48" w:rsidP="00002CA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Bank d</w:t>
      </w:r>
      <w:r w:rsidRPr="00FF51A0">
        <w:rPr>
          <w:b/>
          <w:sz w:val="32"/>
          <w:szCs w:val="32"/>
        </w:rPr>
        <w:t>eposit</w:t>
      </w:r>
      <w:r w:rsidRPr="00FF51A0">
        <w:rPr>
          <w:rFonts w:hint="eastAsia"/>
          <w:b/>
          <w:sz w:val="32"/>
          <w:szCs w:val="32"/>
        </w:rPr>
        <w:t xml:space="preserve"> </w:t>
      </w:r>
      <w:r w:rsidRPr="00FF51A0">
        <w:rPr>
          <w:b/>
          <w:sz w:val="32"/>
          <w:szCs w:val="32"/>
        </w:rPr>
        <w:t>balance certificate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846F52">
      <w:pPr>
        <w:rPr>
          <w:sz w:val="28"/>
          <w:szCs w:val="28"/>
        </w:rPr>
      </w:pPr>
      <w:r w:rsidRPr="00846F52">
        <w:rPr>
          <w:rFonts w:hint="eastAsia"/>
          <w:sz w:val="28"/>
          <w:szCs w:val="28"/>
        </w:rPr>
        <w:t xml:space="preserve">We hereby certify that the balance of </w:t>
      </w:r>
      <w:proofErr w:type="spellStart"/>
      <w:r>
        <w:rPr>
          <w:rFonts w:hint="eastAsia"/>
          <w:color w:val="FF0000"/>
          <w:sz w:val="28"/>
          <w:szCs w:val="28"/>
        </w:rPr>
        <w:t>Hanako</w:t>
      </w:r>
      <w:proofErr w:type="spellEnd"/>
      <w:r>
        <w:rPr>
          <w:rFonts w:hint="eastAsia"/>
          <w:color w:val="FF0000"/>
          <w:sz w:val="28"/>
          <w:szCs w:val="28"/>
        </w:rPr>
        <w:t xml:space="preserve"> Suzuki</w:t>
      </w:r>
      <w:r>
        <w:rPr>
          <w:color w:val="FF0000"/>
          <w:sz w:val="28"/>
          <w:szCs w:val="28"/>
        </w:rPr>
        <w:t>’</w:t>
      </w:r>
      <w:r>
        <w:rPr>
          <w:rFonts w:hint="eastAsia"/>
          <w:color w:val="FF0000"/>
          <w:sz w:val="28"/>
          <w:szCs w:val="28"/>
        </w:rPr>
        <w:t xml:space="preserve">s </w:t>
      </w:r>
      <w:r>
        <w:rPr>
          <w:rFonts w:hint="eastAsia"/>
          <w:color w:val="000000" w:themeColor="text1"/>
          <w:sz w:val="28"/>
          <w:szCs w:val="28"/>
        </w:rPr>
        <w:t xml:space="preserve">account </w:t>
      </w:r>
      <w:r>
        <w:rPr>
          <w:color w:val="000000" w:themeColor="text1"/>
          <w:sz w:val="28"/>
          <w:szCs w:val="28"/>
        </w:rPr>
        <w:t>with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○○</w:t>
      </w:r>
      <w:r w:rsidR="005B1A85">
        <w:rPr>
          <w:rFonts w:hint="eastAsia"/>
          <w:color w:val="000000" w:themeColor="text1"/>
          <w:sz w:val="28"/>
          <w:szCs w:val="28"/>
        </w:rPr>
        <w:t xml:space="preserve"> bank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 w:rsidR="005B1A85">
        <w:rPr>
          <w:rFonts w:hint="eastAsia"/>
          <w:color w:val="000000" w:themeColor="text1"/>
          <w:sz w:val="28"/>
          <w:szCs w:val="28"/>
        </w:rPr>
        <w:t>on year / month / day is as follows.</w:t>
      </w:r>
    </w:p>
    <w:p w:rsidR="002F7425" w:rsidRPr="005B1A8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5B1A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Account</w:t>
            </w:r>
          </w:p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Number</w:t>
            </w:r>
          </w:p>
        </w:tc>
        <w:tc>
          <w:tcPr>
            <w:tcW w:w="1984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Kind of Account</w:t>
            </w:r>
          </w:p>
        </w:tc>
        <w:tc>
          <w:tcPr>
            <w:tcW w:w="1418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Balance</w:t>
            </w:r>
          </w:p>
        </w:tc>
        <w:tc>
          <w:tcPr>
            <w:tcW w:w="2126" w:type="dxa"/>
          </w:tcPr>
          <w:p w:rsidR="002F7425" w:rsidRPr="00464385" w:rsidRDefault="00DB742B" w:rsidP="002F742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Day of Deposit</w:t>
            </w:r>
          </w:p>
        </w:tc>
        <w:tc>
          <w:tcPr>
            <w:tcW w:w="1984" w:type="dxa"/>
          </w:tcPr>
          <w:p w:rsidR="002F7425" w:rsidRPr="00464385" w:rsidRDefault="00DB742B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  <w:r w:rsidRPr="00DB742B">
              <w:rPr>
                <w:sz w:val="22"/>
              </w:rPr>
              <w:t xml:space="preserve">ay of </w:t>
            </w:r>
            <w:r>
              <w:rPr>
                <w:rFonts w:hint="eastAsia"/>
                <w:sz w:val="22"/>
              </w:rPr>
              <w:t>M</w:t>
            </w:r>
            <w:r w:rsidRPr="00DB742B">
              <w:rPr>
                <w:sz w:val="22"/>
              </w:rPr>
              <w:t>aturity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4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984" w:type="dxa"/>
          </w:tcPr>
          <w:p w:rsidR="002F7425" w:rsidRPr="00464385" w:rsidRDefault="008F790F" w:rsidP="00C766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C7667B">
              <w:rPr>
                <w:rFonts w:hint="eastAsia"/>
                <w:sz w:val="22"/>
              </w:rPr>
              <w:t>8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6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5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5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3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984" w:type="dxa"/>
          </w:tcPr>
          <w:p w:rsidR="002F7425" w:rsidRPr="00464385" w:rsidRDefault="008F790F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C7667B">
              <w:rPr>
                <w:rFonts w:hint="eastAsia"/>
                <w:sz w:val="22"/>
              </w:rPr>
              <w:t>8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4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896F31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6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1984" w:type="dxa"/>
          </w:tcPr>
          <w:p w:rsidR="002F7425" w:rsidRPr="00464385" w:rsidRDefault="00464385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C7667B">
              <w:rPr>
                <w:rFonts w:hint="eastAsia"/>
                <w:sz w:val="22"/>
              </w:rPr>
              <w:t>8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</w:tr>
    </w:tbl>
    <w:p w:rsidR="00464385" w:rsidRDefault="00C7667B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232.05pt;margin-top:6.25pt;width:267.05pt;height:132.8pt;z-index:251659264;mso-position-horizontal-relative:text;mso-position-vertical-relative:text" adj="13394,26463" strokecolor="#00b0f0" strokeweight="3pt">
            <v:textbox inset="5.85pt,.7pt,5.85pt,.7pt">
              <w:txbxContent>
                <w:p w:rsidR="00603BC3" w:rsidRPr="00270000" w:rsidRDefault="00603BC3" w:rsidP="009A5A48">
                  <w:pPr>
                    <w:ind w:firstLineChars="100" w:firstLine="200"/>
                    <w:rPr>
                      <w:rFonts w:cstheme="majorHAnsi"/>
                      <w:sz w:val="20"/>
                      <w:szCs w:val="20"/>
                    </w:rPr>
                  </w:pPr>
                  <w:r w:rsidRPr="00270000">
                    <w:rPr>
                      <w:rFonts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603BC3" w:rsidRPr="00270000" w:rsidRDefault="00603BC3" w:rsidP="009A5A48">
                  <w:pPr>
                    <w:ind w:firstLineChars="100" w:firstLine="200"/>
                    <w:rPr>
                      <w:rFonts w:eastAsia="ＭＳ Ｐゴシック" w:cstheme="majorHAnsi"/>
                      <w:sz w:val="20"/>
                      <w:szCs w:val="20"/>
                    </w:rPr>
                  </w:pPr>
                  <w:r w:rsidRPr="00270000">
                    <w:rPr>
                      <w:rFonts w:eastAsia="ＭＳ Ｐゴシック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and printed out (not handwritten)</w:t>
                  </w:r>
                </w:p>
                <w:p w:rsidR="00603BC3" w:rsidRPr="009A5A48" w:rsidRDefault="00603BC3"/>
              </w:txbxContent>
            </v:textbox>
          </v:shape>
        </w:pict>
      </w:r>
    </w:p>
    <w:p w:rsidR="00464385" w:rsidRDefault="00C7667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62" style="position:absolute;left:0;text-align:left;margin-left:-5.75pt;margin-top:15.05pt;width:168.3pt;height:73.7pt;z-index:251661312" adj="6045,-8661" strokecolor="#00b0f0" strokeweight="3pt">
            <v:textbox inset="5.85pt,.7pt,5.85pt,.7pt">
              <w:txbxContent>
                <w:p w:rsidR="00603BC3" w:rsidRPr="009A5A48" w:rsidRDefault="00603BC3" w:rsidP="0083489E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846F52" w:rsidRDefault="00846F52" w:rsidP="00D37F17">
      <w:pPr>
        <w:ind w:firstLineChars="1200" w:firstLine="3840"/>
        <w:rPr>
          <w:sz w:val="32"/>
          <w:szCs w:val="32"/>
        </w:rPr>
      </w:pPr>
    </w:p>
    <w:p w:rsidR="009A5A48" w:rsidRPr="00002CA1" w:rsidRDefault="00C7667B" w:rsidP="009A5A48">
      <w:pPr>
        <w:ind w:firstLineChars="900" w:firstLine="288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43" style="position:absolute;left:0;text-align:left;margin-left:367.6pt;margin-top:28.35pt;width:109.7pt;height:62.95pt;z-index:251666432" strokecolor="red">
            <v:textbox inset="5.85pt,.7pt,5.85pt,.7pt">
              <w:txbxContent>
                <w:p w:rsidR="00603BC3" w:rsidRPr="00462026" w:rsidRDefault="00603BC3" w:rsidP="009A5A48">
                  <w:pPr>
                    <w:rPr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proofErr w:type="gramEnd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603BC3" w:rsidRDefault="00603BC3" w:rsidP="009A5A48"/>
              </w:txbxContent>
            </v:textbox>
          </v:oval>
        </w:pict>
      </w:r>
      <w:r w:rsidR="009A5A48">
        <w:rPr>
          <w:rFonts w:hint="eastAsia"/>
          <w:sz w:val="32"/>
          <w:szCs w:val="32"/>
        </w:rPr>
        <w:t xml:space="preserve">(Date)    </w:t>
      </w:r>
      <w:r w:rsidR="008F790F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r w:rsidR="009A5A48">
        <w:rPr>
          <w:rFonts w:hint="eastAsia"/>
          <w:sz w:val="32"/>
          <w:szCs w:val="32"/>
        </w:rPr>
        <w:t xml:space="preserve">　</w:t>
      </w:r>
      <w:r w:rsidR="009A5A48">
        <w:rPr>
          <w:rFonts w:hint="eastAsia"/>
          <w:sz w:val="32"/>
          <w:szCs w:val="32"/>
        </w:rPr>
        <w:t>year    month   day</w:t>
      </w:r>
    </w:p>
    <w:p w:rsidR="009A5A48" w:rsidRPr="000E0602" w:rsidRDefault="009A5A48" w:rsidP="009A5A48">
      <w:pPr>
        <w:ind w:firstLineChars="1700" w:firstLine="4760"/>
        <w:rPr>
          <w:color w:val="FF0000"/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>○○</w:t>
      </w:r>
      <w:r w:rsidR="005B1A85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1E593A" w:rsidRDefault="001E593A" w:rsidP="00002CA1">
      <w:pPr>
        <w:rPr>
          <w:color w:val="FF0000"/>
          <w:sz w:val="28"/>
          <w:szCs w:val="28"/>
        </w:rPr>
      </w:pP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 w:rsidR="00270000"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 w:rsidR="00270000"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 w:rsidR="00270000">
        <w:rPr>
          <w:rFonts w:hint="eastAsia"/>
          <w:b/>
          <w:color w:val="FF0000"/>
          <w:sz w:val="24"/>
          <w:szCs w:val="24"/>
        </w:rPr>
        <w:t>balance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9A5A48" w:rsidRDefault="00C7667B" w:rsidP="001E593A">
      <w:pPr>
        <w:ind w:leftChars="100" w:left="210" w:firstLineChars="800" w:firstLine="1767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06.8pt;margin-top:-62.2pt;width:147.95pt;height:43.3pt;z-index:251662336" strokecolor="red" strokeweight="2.25pt">
            <v:textbox style="mso-next-textbox:#_x0000_s1034" inset="5.85pt,.7pt,5.85pt,.7pt">
              <w:txbxContent>
                <w:p w:rsidR="00603BC3" w:rsidRPr="001E593A" w:rsidRDefault="00603BC3" w:rsidP="001E593A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801255" w:rsidRDefault="00603BC3" w:rsidP="001E593A">
      <w:pPr>
        <w:ind w:leftChars="100" w:left="210" w:firstLineChars="800" w:firstLine="2891"/>
        <w:rPr>
          <w:b/>
          <w:color w:val="FF0000"/>
          <w:sz w:val="22"/>
        </w:rPr>
      </w:pPr>
      <w:r>
        <w:rPr>
          <w:rFonts w:hint="eastAsia"/>
          <w:b/>
          <w:sz w:val="36"/>
          <w:szCs w:val="36"/>
        </w:rPr>
        <w:t>Copy of bank book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○○</w:t>
      </w:r>
      <w:r>
        <w:rPr>
          <w:rFonts w:hint="eastAsia"/>
          <w:b/>
          <w:color w:val="FF0000"/>
          <w:sz w:val="22"/>
        </w:rPr>
        <w:t>bank</w:t>
      </w:r>
    </w:p>
    <w:p w:rsid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Account Number</w:t>
      </w:r>
      <w:r w:rsidR="000B31A6">
        <w:rPr>
          <w:rFonts w:hint="eastAsia"/>
          <w:b/>
          <w:color w:val="FF0000"/>
          <w:sz w:val="22"/>
        </w:rPr>
        <w:t xml:space="preserve">　１２３４５６７８９</w:t>
      </w:r>
    </w:p>
    <w:p w:rsidR="000B31A6" w:rsidRP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Depositor Name</w:t>
      </w:r>
      <w:r w:rsidR="000B31A6">
        <w:rPr>
          <w:rFonts w:hint="eastAsia"/>
          <w:b/>
          <w:color w:val="FF0000"/>
          <w:sz w:val="22"/>
        </w:rPr>
        <w:t xml:space="preserve">　</w:t>
      </w:r>
      <w:proofErr w:type="spellStart"/>
      <w:r>
        <w:rPr>
          <w:rFonts w:hint="eastAsia"/>
          <w:b/>
          <w:color w:val="FF0000"/>
          <w:sz w:val="22"/>
        </w:rPr>
        <w:t>Hanako</w:t>
      </w:r>
      <w:proofErr w:type="spellEnd"/>
      <w:r>
        <w:rPr>
          <w:rFonts w:hint="eastAsia"/>
          <w:b/>
          <w:color w:val="FF0000"/>
          <w:sz w:val="22"/>
        </w:rPr>
        <w:t xml:space="preserve"> Yamada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81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1E593A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Date</w:t>
            </w:r>
          </w:p>
        </w:tc>
        <w:tc>
          <w:tcPr>
            <w:tcW w:w="1814" w:type="dxa"/>
            <w:gridSpan w:val="2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Description</w:t>
            </w:r>
          </w:p>
        </w:tc>
        <w:tc>
          <w:tcPr>
            <w:tcW w:w="1841" w:type="dxa"/>
          </w:tcPr>
          <w:p w:rsidR="00801255" w:rsidRPr="00DC39E1" w:rsidRDefault="001E593A" w:rsidP="00603BC3">
            <w:pPr>
              <w:ind w:firstLineChars="50" w:firstLine="1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Deposit</w:t>
            </w:r>
          </w:p>
        </w:tc>
        <w:tc>
          <w:tcPr>
            <w:tcW w:w="1834" w:type="dxa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Withdrawals</w:t>
            </w:r>
          </w:p>
        </w:tc>
        <w:tc>
          <w:tcPr>
            <w:tcW w:w="1839" w:type="dxa"/>
            <w:gridSpan w:val="2"/>
          </w:tcPr>
          <w:p w:rsidR="00801255" w:rsidRPr="00DC39E1" w:rsidRDefault="001E593A" w:rsidP="00603BC3">
            <w:pPr>
              <w:ind w:firstLineChars="100" w:firstLine="2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Balance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C7667B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27A33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01.05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.03.06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△△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 w:rsidR="00DC39E1"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□□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E65982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7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8F790F" w:rsidP="00E65982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8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E65982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××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C7667B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70.9pt;z-index:251664384" adj="4540,-9003" strokecolor="#00b0f0" strokeweight="3pt">
            <v:textbox inset="5.85pt,.7pt,5.85pt,.7pt">
              <w:txbxContent>
                <w:p w:rsidR="00603BC3" w:rsidRDefault="00603BC3" w:rsidP="007317C7">
                  <w:pPr>
                    <w:ind w:leftChars="100" w:left="210"/>
                    <w:rPr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  <w:p w:rsidR="00603BC3" w:rsidRPr="003C0F50" w:rsidRDefault="00603BC3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603BC3" w:rsidRPr="003C0F50" w:rsidRDefault="00603BC3" w:rsidP="003C0F50"/>
              </w:txbxContent>
            </v:textbox>
          </v:shape>
        </w:pict>
      </w:r>
    </w:p>
    <w:p w:rsidR="00DC39E1" w:rsidRDefault="00C7667B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15.9pt;width:164.95pt;height:88.7pt;z-index:251663360" strokecolor="red">
            <v:textbox inset="5.85pt,.7pt,5.85pt,.7pt">
              <w:txbxContent>
                <w:p w:rsidR="00603BC3" w:rsidRPr="00CF3B37" w:rsidRDefault="00603BC3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 xml:space="preserve">△△　</w:t>
                  </w: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bank</w:t>
                  </w:r>
                </w:p>
                <w:p w:rsidR="00603BC3" w:rsidRPr="00CF3B37" w:rsidRDefault="008F790F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C7667B">
                    <w:rPr>
                      <w:rFonts w:hint="eastAsia"/>
                      <w:color w:val="FF0000"/>
                      <w:sz w:val="24"/>
                      <w:szCs w:val="24"/>
                    </w:rPr>
                    <w:t>8</w:t>
                  </w:r>
                  <w:r w:rsidR="00603BC3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/ month / day</w:t>
                  </w:r>
                </w:p>
                <w:p w:rsidR="00603BC3" w:rsidRDefault="00603BC3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1E593A" w:rsidRPr="00215462" w:rsidRDefault="001E593A" w:rsidP="001E593A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DC39E1" w:rsidRPr="00D37F17" w:rsidRDefault="001E593A" w:rsidP="001E593A">
      <w:pPr>
        <w:rPr>
          <w:b/>
          <w:color w:val="FF0000"/>
          <w:sz w:val="22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>
        <w:rPr>
          <w:rFonts w:hint="eastAsia"/>
          <w:b/>
          <w:color w:val="FF0000"/>
          <w:sz w:val="24"/>
          <w:szCs w:val="24"/>
        </w:rPr>
        <w:t>balance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C3" w:rsidRDefault="00603BC3" w:rsidP="00A82CBC">
      <w:r>
        <w:separator/>
      </w:r>
    </w:p>
  </w:endnote>
  <w:endnote w:type="continuationSeparator" w:id="0">
    <w:p w:rsidR="00603BC3" w:rsidRDefault="00603BC3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C3" w:rsidRDefault="00603BC3" w:rsidP="00A82CBC">
      <w:r>
        <w:separator/>
      </w:r>
    </w:p>
  </w:footnote>
  <w:footnote w:type="continuationSeparator" w:id="0">
    <w:p w:rsidR="00603BC3" w:rsidRDefault="00603BC3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1E593A"/>
    <w:rsid w:val="002406A5"/>
    <w:rsid w:val="00270000"/>
    <w:rsid w:val="002A0081"/>
    <w:rsid w:val="002F7425"/>
    <w:rsid w:val="00336B39"/>
    <w:rsid w:val="0036503E"/>
    <w:rsid w:val="003B0A9C"/>
    <w:rsid w:val="003B2B1D"/>
    <w:rsid w:val="003C0F50"/>
    <w:rsid w:val="003F6D22"/>
    <w:rsid w:val="00464385"/>
    <w:rsid w:val="005B1A85"/>
    <w:rsid w:val="00603BC3"/>
    <w:rsid w:val="006A757D"/>
    <w:rsid w:val="007317C7"/>
    <w:rsid w:val="00801255"/>
    <w:rsid w:val="0083489E"/>
    <w:rsid w:val="00846F52"/>
    <w:rsid w:val="0084726D"/>
    <w:rsid w:val="00896F31"/>
    <w:rsid w:val="008F790F"/>
    <w:rsid w:val="00946238"/>
    <w:rsid w:val="009A5A48"/>
    <w:rsid w:val="00A3641F"/>
    <w:rsid w:val="00A62BFE"/>
    <w:rsid w:val="00A82CBC"/>
    <w:rsid w:val="00BB3788"/>
    <w:rsid w:val="00BD2F05"/>
    <w:rsid w:val="00C340D3"/>
    <w:rsid w:val="00C7667B"/>
    <w:rsid w:val="00CB0FC4"/>
    <w:rsid w:val="00CF3B37"/>
    <w:rsid w:val="00D024E5"/>
    <w:rsid w:val="00D27A33"/>
    <w:rsid w:val="00D37F17"/>
    <w:rsid w:val="00DB742B"/>
    <w:rsid w:val="00DC39E1"/>
    <w:rsid w:val="00DF13F2"/>
    <w:rsid w:val="00E6598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28"/>
        <o:r id="V:Rule2" type="callout" idref="#_x0000_s1032"/>
        <o:r id="V:Rule3" type="callout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78592CE3.dotm</Template>
  <TotalTime>283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44313071</cp:lastModifiedBy>
  <cp:revision>23</cp:revision>
  <dcterms:created xsi:type="dcterms:W3CDTF">2013-04-26T01:34:00Z</dcterms:created>
  <dcterms:modified xsi:type="dcterms:W3CDTF">2018-04-11T04:53:00Z</dcterms:modified>
</cp:coreProperties>
</file>