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793380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67pt;z-index:251660288" strokecolor="red" strokeweight="2.25pt">
            <v:textbox style="mso-next-textbox:#_x0000_s1030" inset="5.85pt,.7pt,5.85pt,.7pt">
              <w:txbxContent>
                <w:p w:rsidR="00CF3B37" w:rsidRPr="00F60B46" w:rsidRDefault="00CF3B37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１</w:t>
                  </w:r>
                </w:p>
                <w:p w:rsidR="00CF3B37" w:rsidRDefault="00CF3B37"/>
              </w:txbxContent>
            </v:textbox>
          </v:rect>
        </w:pict>
      </w:r>
    </w:p>
    <w:p w:rsidR="00946238" w:rsidRPr="002F7425" w:rsidRDefault="0084726D" w:rsidP="00002CA1">
      <w:pPr>
        <w:jc w:val="center"/>
        <w:rPr>
          <w:b/>
          <w:sz w:val="36"/>
          <w:szCs w:val="36"/>
        </w:rPr>
      </w:pPr>
      <w:r w:rsidRPr="002F7425">
        <w:rPr>
          <w:rFonts w:hint="eastAsia"/>
          <w:b/>
          <w:sz w:val="36"/>
          <w:szCs w:val="36"/>
        </w:rPr>
        <w:t>預金残高</w:t>
      </w:r>
      <w:r w:rsidR="00002CA1" w:rsidRPr="002F7425">
        <w:rPr>
          <w:rFonts w:hint="eastAsia"/>
          <w:b/>
          <w:sz w:val="36"/>
          <w:szCs w:val="36"/>
        </w:rPr>
        <w:t>証明書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2F7425">
      <w:pPr>
        <w:rPr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鈴木花子</w:t>
      </w:r>
      <w:r w:rsidRPr="002F7425">
        <w:rPr>
          <w:rFonts w:hint="eastAsia"/>
          <w:color w:val="000000" w:themeColor="text1"/>
          <w:sz w:val="28"/>
          <w:szCs w:val="28"/>
        </w:rPr>
        <w:t>の</w:t>
      </w:r>
      <w:r w:rsidR="00A91295">
        <w:rPr>
          <w:rFonts w:hint="eastAsia"/>
          <w:color w:val="000000" w:themeColor="text1"/>
          <w:sz w:val="28"/>
          <w:szCs w:val="28"/>
        </w:rPr>
        <w:t>201</w:t>
      </w:r>
      <w:r w:rsidR="00793380">
        <w:rPr>
          <w:rFonts w:hint="eastAsia"/>
          <w:color w:val="000000" w:themeColor="text1"/>
          <w:sz w:val="28"/>
          <w:szCs w:val="28"/>
        </w:rPr>
        <w:t>8</w:t>
      </w:r>
      <w:r w:rsidRPr="002F7425">
        <w:rPr>
          <w:rFonts w:hint="eastAsia"/>
          <w:color w:val="000000" w:themeColor="text1"/>
          <w:sz w:val="28"/>
          <w:szCs w:val="28"/>
        </w:rPr>
        <w:t>年×月×日までの△△銀行における預金は，下記のとおりであることを証明します。</w:t>
      </w:r>
    </w:p>
    <w:p w:rsidR="002F7425" w:rsidRPr="00A9129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口座番号</w:t>
            </w:r>
          </w:p>
        </w:tc>
        <w:tc>
          <w:tcPr>
            <w:tcW w:w="1984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預金の種類</w:t>
            </w:r>
          </w:p>
        </w:tc>
        <w:tc>
          <w:tcPr>
            <w:tcW w:w="1418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金額</w:t>
            </w:r>
          </w:p>
        </w:tc>
        <w:tc>
          <w:tcPr>
            <w:tcW w:w="2126" w:type="dxa"/>
          </w:tcPr>
          <w:p w:rsidR="002F7425" w:rsidRPr="00464385" w:rsidRDefault="00464385" w:rsidP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預金日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満期日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AA2824">
              <w:rPr>
                <w:rFonts w:hint="eastAsia"/>
                <w:sz w:val="22"/>
              </w:rPr>
              <w:t>1</w:t>
            </w:r>
            <w:r w:rsidR="00793380"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6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5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793380">
              <w:rPr>
                <w:rFonts w:hint="eastAsia"/>
                <w:sz w:val="22"/>
              </w:rPr>
              <w:t>15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4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464385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</w:t>
            </w:r>
            <w:r w:rsidR="00036BC3">
              <w:rPr>
                <w:rFonts w:hint="eastAsia"/>
                <w:sz w:val="22"/>
              </w:rPr>
              <w:t>額</w:t>
            </w:r>
            <w:r>
              <w:rPr>
                <w:rFonts w:hint="eastAsia"/>
                <w:sz w:val="22"/>
              </w:rPr>
              <w:t>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6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</w:tbl>
    <w:p w:rsidR="00464385" w:rsidRDefault="00464385">
      <w:pPr>
        <w:rPr>
          <w:sz w:val="28"/>
          <w:szCs w:val="28"/>
        </w:rPr>
      </w:pPr>
    </w:p>
    <w:p w:rsidR="00464385" w:rsidRDefault="007933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5.75pt;margin-top:15.05pt;width:157.4pt;height:70.75pt;z-index:251661312" adj="6464,-9022" strokecolor="#00b0f0" strokeweight="3pt">
            <v:textbox inset="5.85pt,.7pt,5.85pt,.7pt">
              <w:txbxContent>
                <w:p w:rsidR="00CF3B37" w:rsidRPr="0083489E" w:rsidRDefault="00CF3B37" w:rsidP="0083489E">
                  <w:r>
                    <w:rPr>
                      <w:rFonts w:hint="eastAsia"/>
                    </w:rPr>
                    <w:t>預金者名，口座番号，過去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年分の預金金額が必ず書かれていること。</w:t>
                  </w:r>
                </w:p>
              </w:txbxContent>
            </v:textbox>
          </v:shape>
        </w:pict>
      </w: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232.05pt;margin-top:15.05pt;width:267.05pt;height:118.55pt;z-index:251659264" adj="11704,29644" strokecolor="#00b0f0" strokeweight="3pt">
            <v:textbox inset="5.85pt,.7pt,5.85pt,.7pt">
              <w:txbxContent>
                <w:p w:rsidR="00CF3B37" w:rsidRDefault="00CF3B37" w:rsidP="00A3641F">
                  <w:r>
                    <w:rPr>
                      <w:rFonts w:hint="eastAsia"/>
                    </w:rPr>
                    <w:t>金融機関名の記載があること。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CF3B37" w:rsidRPr="00A3641F" w:rsidRDefault="00CF3B37"/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002CA1" w:rsidRPr="00002CA1" w:rsidRDefault="00793380" w:rsidP="00D37F17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CF3B37" w:rsidRPr="0084726D" w:rsidRDefault="00CF3B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△△　</w:t>
                  </w: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CF3B37" w:rsidRPr="00002CA1" w:rsidRDefault="00CF3B37">
                  <w:pPr>
                    <w:rPr>
                      <w:sz w:val="24"/>
                      <w:szCs w:val="24"/>
                    </w:rPr>
                  </w:pPr>
                </w:p>
                <w:p w:rsidR="00CF3B37" w:rsidRDefault="00CF3B37"/>
              </w:txbxContent>
            </v:textbox>
          </v:oval>
        </w:pict>
      </w:r>
      <w:r w:rsidR="00AA2824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2F7425" w:rsidP="00D37F17">
      <w:pPr>
        <w:ind w:firstLineChars="1900" w:firstLine="5320"/>
        <w:rPr>
          <w:color w:val="FF0000"/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△△</w:t>
      </w:r>
      <w:r w:rsidR="0084726D" w:rsidRPr="002F7425">
        <w:rPr>
          <w:rFonts w:hint="eastAsia"/>
          <w:color w:val="FF0000"/>
          <w:sz w:val="28"/>
          <w:szCs w:val="28"/>
        </w:rPr>
        <w:t>銀行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83489E" w:rsidRPr="00D37F17" w:rsidRDefault="0083489E" w:rsidP="00002CA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002CA1" w:rsidRDefault="00F60B46" w:rsidP="00D37F17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</w:t>
      </w:r>
      <w:r w:rsidR="0084726D" w:rsidRPr="00D37F17">
        <w:rPr>
          <w:rFonts w:hint="eastAsia"/>
          <w:b/>
          <w:color w:val="FF0000"/>
          <w:sz w:val="22"/>
        </w:rPr>
        <w:t>預金残高</w:t>
      </w:r>
      <w:r w:rsidR="00F53678" w:rsidRPr="00D37F17">
        <w:rPr>
          <w:rFonts w:hint="eastAsia"/>
          <w:b/>
          <w:color w:val="FF0000"/>
          <w:sz w:val="22"/>
        </w:rPr>
        <w:t>・氏名</w:t>
      </w:r>
      <w:r w:rsidRPr="00D37F17">
        <w:rPr>
          <w:rFonts w:hint="eastAsia"/>
          <w:b/>
          <w:color w:val="FF0000"/>
          <w:sz w:val="22"/>
        </w:rPr>
        <w:t>は経費支弁書と同じであること。</w:t>
      </w:r>
      <w:r w:rsidR="00F53678" w:rsidRPr="00D37F17">
        <w:rPr>
          <w:rFonts w:hint="eastAsia"/>
          <w:b/>
          <w:color w:val="FF0000"/>
          <w:sz w:val="22"/>
        </w:rPr>
        <w:t>（金額の若干の違いは可）</w:t>
      </w:r>
    </w:p>
    <w:p w:rsidR="00D37F17" w:rsidRDefault="00793380" w:rsidP="000B31A6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21.3pt;margin-top:-42.9pt;width:147.95pt;height:67pt;z-index:251662336" strokecolor="red" strokeweight="2.25pt">
            <v:textbox style="mso-next-textbox:#_x0000_s1034" inset="5.85pt,.7pt,5.85pt,.7pt">
              <w:txbxContent>
                <w:p w:rsidR="00CF3B37" w:rsidRPr="00F60B46" w:rsidRDefault="00CF3B37" w:rsidP="000B31A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2</w:t>
                  </w:r>
                </w:p>
                <w:p w:rsidR="00CF3B37" w:rsidRDefault="00CF3B37" w:rsidP="000B31A6"/>
              </w:txbxContent>
            </v:textbox>
          </v:rect>
        </w:pict>
      </w:r>
    </w:p>
    <w:p w:rsidR="00801255" w:rsidRDefault="00801255" w:rsidP="000B31A6">
      <w:pPr>
        <w:ind w:leftChars="100" w:left="210" w:firstLineChars="800" w:firstLine="2891"/>
        <w:rPr>
          <w:b/>
          <w:color w:val="FF0000"/>
          <w:sz w:val="22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通帳履歴明細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</w:p>
    <w:p w:rsidR="00801255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△△銀行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口座番号　１２３４５６７８９</w:t>
      </w:r>
    </w:p>
    <w:p w:rsidR="000B31A6" w:rsidRPr="000B31A6" w:rsidRDefault="000B31A6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預金者名　山田花子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34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801255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年月日</w:t>
            </w:r>
          </w:p>
        </w:tc>
        <w:tc>
          <w:tcPr>
            <w:tcW w:w="1814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内訳</w:t>
            </w:r>
          </w:p>
        </w:tc>
        <w:tc>
          <w:tcPr>
            <w:tcW w:w="1841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収入</w:t>
            </w:r>
          </w:p>
        </w:tc>
        <w:tc>
          <w:tcPr>
            <w:tcW w:w="1834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支出</w:t>
            </w:r>
          </w:p>
        </w:tc>
        <w:tc>
          <w:tcPr>
            <w:tcW w:w="1839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残高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.05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.06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水道代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利息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bookmarkStart w:id="0" w:name="_GoBack"/>
            <w:bookmarkEnd w:id="0"/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AA2824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18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電気代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793380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99.35pt;z-index:251664384" adj="4540,-6425" strokecolor="#00b0f0" strokeweight="3pt">
            <v:textbox inset="5.85pt,.7pt,5.85pt,.7pt">
              <w:txbxContent>
                <w:p w:rsidR="003C0F50" w:rsidRDefault="00CB0FC4" w:rsidP="00CB0FC4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  <w:r w:rsidRPr="00CB0FC4">
                    <w:rPr>
                      <w:rFonts w:hint="eastAsia"/>
                      <w:b/>
                      <w:sz w:val="22"/>
                    </w:rPr>
                    <w:t>過去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3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年分の，通帳の入出金履歴の証明でも</w:t>
                  </w:r>
                  <w:r w:rsidR="003C0F50" w:rsidRPr="00CB0FC4">
                    <w:rPr>
                      <w:rFonts w:hint="eastAsia"/>
                      <w:b/>
                      <w:sz w:val="22"/>
                    </w:rPr>
                    <w:t>可。金融機関名・口座番号・預金者名が書かれていること。</w:t>
                  </w:r>
                  <w:r w:rsidR="003F6D22" w:rsidRPr="00CB0FC4">
                    <w:rPr>
                      <w:rFonts w:hint="eastAsia"/>
                      <w:b/>
                      <w:sz w:val="22"/>
                    </w:rPr>
                    <w:t>数十ページにわたってもかまいません</w:t>
                  </w:r>
                  <w:r w:rsidR="003F6D22">
                    <w:rPr>
                      <w:rFonts w:hint="eastAsia"/>
                      <w:b/>
                      <w:color w:val="000000" w:themeColor="text1"/>
                      <w:sz w:val="22"/>
                    </w:rPr>
                    <w:t>。</w:t>
                  </w:r>
                </w:p>
                <w:p w:rsidR="003F6D22" w:rsidRPr="003C0F50" w:rsidRDefault="003F6D22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3C0F50" w:rsidRPr="003C0F50" w:rsidRDefault="003C0F50" w:rsidP="003C0F50"/>
              </w:txbxContent>
            </v:textbox>
          </v:shape>
        </w:pict>
      </w:r>
    </w:p>
    <w:p w:rsidR="00DC39E1" w:rsidRDefault="00DC39E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793380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4.2pt;width:164.95pt;height:88.7pt;z-index:251663360" strokecolor="red">
            <v:textbox inset="5.85pt,.7pt,5.85pt,.7pt">
              <w:txbxContent>
                <w:p w:rsidR="00CF3B37" w:rsidRPr="00CF3B37" w:rsidRDefault="00CF3B37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CF3B37">
                    <w:rPr>
                      <w:rFonts w:hint="eastAsia"/>
                      <w:color w:val="FF0000"/>
                      <w:sz w:val="28"/>
                      <w:szCs w:val="28"/>
                    </w:rPr>
                    <w:t>△△　銀行</w:t>
                  </w:r>
                </w:p>
                <w:p w:rsidR="00CF3B37" w:rsidRPr="00CF3B37" w:rsidRDefault="00AA2824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793380">
                    <w:rPr>
                      <w:rFonts w:hint="eastAsia"/>
                      <w:color w:val="FF0000"/>
                      <w:sz w:val="24"/>
                      <w:szCs w:val="24"/>
                    </w:rPr>
                    <w:t>8</w:t>
                  </w:r>
                  <w:r w:rsidR="00CF3B37" w:rsidRPr="00CF3B37">
                    <w:rPr>
                      <w:rFonts w:hint="eastAsia"/>
                      <w:color w:val="FF0000"/>
                      <w:sz w:val="24"/>
                      <w:szCs w:val="24"/>
                    </w:rPr>
                    <w:t>年</w:t>
                  </w:r>
                  <w:r w:rsidR="00CF3B37" w:rsidRPr="00CF3B37">
                    <w:rPr>
                      <w:rFonts w:hint="eastAsia"/>
                      <w:color w:val="FF0000"/>
                      <w:sz w:val="32"/>
                      <w:szCs w:val="32"/>
                    </w:rPr>
                    <w:t>×月×日</w:t>
                  </w:r>
                </w:p>
                <w:p w:rsidR="00CF3B37" w:rsidRDefault="00CF3B37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2A0081" w:rsidRPr="00D37F17" w:rsidRDefault="002A0081" w:rsidP="002A008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DC39E1" w:rsidRPr="00D37F17" w:rsidRDefault="002A0081" w:rsidP="002A0081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※預金残高・氏名は経費支弁書と同じであること。（金額の若干の違いは可）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37" w:rsidRDefault="00CF3B37" w:rsidP="00A82CBC">
      <w:r>
        <w:separator/>
      </w:r>
    </w:p>
  </w:endnote>
  <w:endnote w:type="continuationSeparator" w:id="0">
    <w:p w:rsidR="00CF3B37" w:rsidRDefault="00CF3B3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37" w:rsidRDefault="00CF3B37" w:rsidP="00A82CBC">
      <w:r>
        <w:separator/>
      </w:r>
    </w:p>
  </w:footnote>
  <w:footnote w:type="continuationSeparator" w:id="0">
    <w:p w:rsidR="00CF3B37" w:rsidRDefault="00CF3B3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2406A5"/>
    <w:rsid w:val="002A0081"/>
    <w:rsid w:val="002F7425"/>
    <w:rsid w:val="0036503E"/>
    <w:rsid w:val="003B0A9C"/>
    <w:rsid w:val="003B2B1D"/>
    <w:rsid w:val="003C0F50"/>
    <w:rsid w:val="003F6D22"/>
    <w:rsid w:val="00464385"/>
    <w:rsid w:val="006A757D"/>
    <w:rsid w:val="00793380"/>
    <w:rsid w:val="00801255"/>
    <w:rsid w:val="0083489E"/>
    <w:rsid w:val="0084726D"/>
    <w:rsid w:val="00851D36"/>
    <w:rsid w:val="00946238"/>
    <w:rsid w:val="00A3641F"/>
    <w:rsid w:val="00A62BFE"/>
    <w:rsid w:val="00A82CBC"/>
    <w:rsid w:val="00A91295"/>
    <w:rsid w:val="00AA2824"/>
    <w:rsid w:val="00BB3788"/>
    <w:rsid w:val="00C340D3"/>
    <w:rsid w:val="00CB0FC4"/>
    <w:rsid w:val="00CF3B37"/>
    <w:rsid w:val="00D024E5"/>
    <w:rsid w:val="00D37F17"/>
    <w:rsid w:val="00DC39E1"/>
    <w:rsid w:val="00DF13F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FFED45E7.dotm</Template>
  <TotalTime>107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20</cp:revision>
  <cp:lastPrinted>2015-04-15T01:55:00Z</cp:lastPrinted>
  <dcterms:created xsi:type="dcterms:W3CDTF">2013-04-26T01:34:00Z</dcterms:created>
  <dcterms:modified xsi:type="dcterms:W3CDTF">2018-04-11T01:32:00Z</dcterms:modified>
</cp:coreProperties>
</file>