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F60B46" w:rsidP="00002CA1">
      <w:pPr>
        <w:jc w:val="center"/>
        <w:rPr>
          <w:sz w:val="32"/>
          <w:szCs w:val="32"/>
        </w:rPr>
      </w:pPr>
    </w:p>
    <w:p w:rsidR="00F60B46" w:rsidRDefault="00FD2C83" w:rsidP="00002CA1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60B46" w:rsidRPr="00F60B46" w:rsidRDefault="00F60B46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F60B46" w:rsidRDefault="00F60B46"/>
              </w:txbxContent>
            </v:textbox>
          </v:rect>
        </w:pict>
      </w:r>
    </w:p>
    <w:p w:rsidR="00946238" w:rsidRPr="003B0A9C" w:rsidRDefault="0084726D" w:rsidP="00002CA1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預金残高</w:t>
      </w:r>
      <w:r w:rsidR="00002CA1" w:rsidRPr="003B0A9C">
        <w:rPr>
          <w:rFonts w:hint="eastAsia"/>
          <w:sz w:val="32"/>
          <w:szCs w:val="32"/>
          <w:lang w:eastAsia="zh-CN"/>
        </w:rPr>
        <w:t>証明書</w:t>
      </w:r>
    </w:p>
    <w:p w:rsidR="00002CA1" w:rsidRPr="00002CA1" w:rsidRDefault="00002CA1">
      <w:pPr>
        <w:rPr>
          <w:sz w:val="28"/>
          <w:szCs w:val="28"/>
          <w:lang w:eastAsia="zh-CN"/>
        </w:rPr>
      </w:pPr>
    </w:p>
    <w:p w:rsidR="00002CA1" w:rsidRDefault="00002CA1">
      <w:pPr>
        <w:rPr>
          <w:sz w:val="28"/>
          <w:szCs w:val="28"/>
          <w:lang w:eastAsia="zh-CN"/>
        </w:rPr>
      </w:pPr>
    </w:p>
    <w:p w:rsidR="0084726D" w:rsidRPr="00002CA1" w:rsidRDefault="00FD2C83">
      <w:pPr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67.4pt;margin-top:26.35pt;width:124.75pt;height:61.95pt;z-index:251661312" adj="-7792,3138" strokecolor="#00b0f0" strokeweight="3pt">
            <v:textbox inset="5.85pt,.7pt,5.85pt,.7pt">
              <w:txbxContent>
                <w:p w:rsidR="0083489E" w:rsidRPr="0083489E" w:rsidRDefault="0083489E" w:rsidP="0083489E">
                  <w:r>
                    <w:rPr>
                      <w:rFonts w:hint="eastAsia"/>
                    </w:rPr>
                    <w:t>名前，金額が</w:t>
                  </w:r>
                  <w:r w:rsidR="003B2B1D">
                    <w:rPr>
                      <w:rFonts w:hint="eastAsia"/>
                    </w:rPr>
                    <w:t>必ず</w:t>
                  </w:r>
                  <w:r>
                    <w:rPr>
                      <w:rFonts w:hint="eastAsia"/>
                    </w:rPr>
                    <w:t>書かれていること。</w:t>
                  </w:r>
                </w:p>
              </w:txbxContent>
            </v:textbox>
          </v:shape>
        </w:pict>
      </w:r>
      <w:r w:rsidR="0084726D">
        <w:rPr>
          <w:rFonts w:hint="eastAsia"/>
          <w:sz w:val="28"/>
          <w:szCs w:val="28"/>
          <w:lang w:eastAsia="zh-CN"/>
        </w:rPr>
        <w:t>名前　　：</w:t>
      </w:r>
      <w:r w:rsidR="0036503E" w:rsidRPr="0036503E">
        <w:rPr>
          <w:rFonts w:hint="eastAsia"/>
          <w:color w:val="FF0000"/>
          <w:sz w:val="28"/>
          <w:szCs w:val="28"/>
          <w:lang w:eastAsia="zh-CN"/>
        </w:rPr>
        <w:t>鈴木</w:t>
      </w:r>
      <w:r w:rsidR="0084726D" w:rsidRPr="0036503E">
        <w:rPr>
          <w:rFonts w:hint="eastAsia"/>
          <w:color w:val="FF0000"/>
          <w:sz w:val="28"/>
          <w:szCs w:val="28"/>
          <w:lang w:eastAsia="zh-CN"/>
        </w:rPr>
        <w:t>花</w:t>
      </w:r>
      <w:r w:rsidR="0084726D" w:rsidRPr="0084726D">
        <w:rPr>
          <w:rFonts w:hint="eastAsia"/>
          <w:color w:val="FF0000"/>
          <w:sz w:val="28"/>
          <w:szCs w:val="28"/>
          <w:lang w:eastAsia="zh-CN"/>
        </w:rPr>
        <w:t>子</w:t>
      </w:r>
    </w:p>
    <w:p w:rsidR="00002CA1" w:rsidRPr="00002CA1" w:rsidRDefault="008472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預金残高：</w:t>
      </w:r>
      <w:r w:rsidRPr="00426815">
        <w:rPr>
          <w:rFonts w:asciiTheme="minorEastAsia" w:hAnsiTheme="minorEastAsia" w:hint="eastAsia"/>
          <w:color w:val="FF0000"/>
          <w:sz w:val="28"/>
          <w:szCs w:val="28"/>
        </w:rPr>
        <w:t>1，３</w:t>
      </w:r>
      <w:r w:rsidRPr="0084726D">
        <w:rPr>
          <w:rFonts w:hint="eastAsia"/>
          <w:color w:val="FF0000"/>
          <w:sz w:val="28"/>
          <w:szCs w:val="28"/>
        </w:rPr>
        <w:t>００，０００</w:t>
      </w:r>
      <w:r>
        <w:rPr>
          <w:rFonts w:hint="eastAsia"/>
          <w:sz w:val="28"/>
          <w:szCs w:val="28"/>
        </w:rPr>
        <w:t>円</w:t>
      </w: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002CA1" w:rsidRPr="0084726D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FD2C83" w:rsidP="00002CA1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426815" w:rsidRDefault="00426815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○○</w:t>
                  </w:r>
                </w:p>
                <w:p w:rsidR="00002CA1" w:rsidRPr="0084726D" w:rsidRDefault="0084726D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84726D" w:rsidRPr="00002CA1" w:rsidRDefault="0084726D">
                  <w:pPr>
                    <w:rPr>
                      <w:sz w:val="24"/>
                      <w:szCs w:val="24"/>
                    </w:rPr>
                  </w:pPr>
                </w:p>
                <w:p w:rsidR="00002CA1" w:rsidRDefault="00002CA1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426815" w:rsidP="00002CA1">
      <w:pPr>
        <w:ind w:firstLineChars="1900" w:firstLine="532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 w:rsidR="0084726D">
        <w:rPr>
          <w:rFonts w:hint="eastAsia"/>
          <w:color w:val="FF0000"/>
          <w:sz w:val="28"/>
          <w:szCs w:val="28"/>
        </w:rPr>
        <w:t>銀行</w:t>
      </w:r>
    </w:p>
    <w:p w:rsidR="0084726D" w:rsidRDefault="0084726D" w:rsidP="00002CA1">
      <w:pPr>
        <w:ind w:firstLineChars="1900" w:firstLine="5320"/>
        <w:rPr>
          <w:color w:val="FF0000"/>
          <w:sz w:val="28"/>
          <w:szCs w:val="28"/>
        </w:rPr>
      </w:pPr>
    </w:p>
    <w:p w:rsidR="00002CA1" w:rsidRDefault="00FD2C83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76.55pt;margin-top:15pt;width:267.05pt;height:102.6pt;z-index:251659264" adj="20917,758" strokecolor="#00b0f0" strokeweight="3pt">
            <v:textbox inset="5.85pt,.7pt,5.85pt,.7pt">
              <w:txbxContent>
                <w:p w:rsidR="00A3641F" w:rsidRDefault="00A3641F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A3641F" w:rsidRDefault="00A3641F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F60B46" w:rsidRPr="00A3641F" w:rsidRDefault="00F60B46"/>
              </w:txbxContent>
            </v:textbox>
          </v:shape>
        </w:pic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F60B46" w:rsidRDefault="00F60B46" w:rsidP="00002CA1">
      <w:pPr>
        <w:rPr>
          <w:color w:val="FF0000"/>
          <w:sz w:val="28"/>
          <w:szCs w:val="28"/>
        </w:rPr>
      </w:pPr>
    </w:p>
    <w:p w:rsidR="0083489E" w:rsidRDefault="0083489E" w:rsidP="00002CA1">
      <w:pPr>
        <w:rPr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</w:t>
      </w:r>
      <w:r>
        <w:rPr>
          <w:rFonts w:hint="eastAsia"/>
          <w:b/>
          <w:color w:val="FF0000"/>
          <w:sz w:val="28"/>
          <w:szCs w:val="28"/>
        </w:rPr>
        <w:t>銀行指定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53678" w:rsidRDefault="00F60B46" w:rsidP="00F53678">
      <w:pPr>
        <w:ind w:left="281" w:hangingChars="100" w:hanging="281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</w:t>
      </w:r>
      <w:r w:rsidR="0084726D">
        <w:rPr>
          <w:rFonts w:hint="eastAsia"/>
          <w:b/>
          <w:color w:val="FF0000"/>
          <w:sz w:val="28"/>
          <w:szCs w:val="28"/>
        </w:rPr>
        <w:t>預金残高</w:t>
      </w:r>
      <w:r w:rsidR="00F53678">
        <w:rPr>
          <w:rFonts w:hint="eastAsia"/>
          <w:b/>
          <w:color w:val="FF0000"/>
          <w:sz w:val="28"/>
          <w:szCs w:val="28"/>
        </w:rPr>
        <w:t>・氏名</w:t>
      </w:r>
      <w:r w:rsidRPr="00F60B46">
        <w:rPr>
          <w:rFonts w:hint="eastAsia"/>
          <w:b/>
          <w:color w:val="FF0000"/>
          <w:sz w:val="28"/>
          <w:szCs w:val="28"/>
        </w:rPr>
        <w:t>は経費支弁書と同じであること。</w:t>
      </w:r>
      <w:r w:rsidR="00F53678">
        <w:rPr>
          <w:rFonts w:hint="eastAsia"/>
          <w:b/>
          <w:color w:val="FF0000"/>
          <w:sz w:val="28"/>
          <w:szCs w:val="28"/>
        </w:rPr>
        <w:t>（金額の若干の違いは可）</w:t>
      </w:r>
    </w:p>
    <w:sectPr w:rsidR="00002CA1" w:rsidRPr="00F53678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CBC" w:rsidRDefault="00A82CBC" w:rsidP="00A82CBC">
      <w:r>
        <w:separator/>
      </w:r>
    </w:p>
  </w:endnote>
  <w:endnote w:type="continuationSeparator" w:id="0">
    <w:p w:rsidR="00A82CBC" w:rsidRDefault="00A82CBC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CBC" w:rsidRDefault="00A82CBC" w:rsidP="00A82CBC">
      <w:r>
        <w:separator/>
      </w:r>
    </w:p>
  </w:footnote>
  <w:footnote w:type="continuationSeparator" w:id="0">
    <w:p w:rsidR="00A82CBC" w:rsidRDefault="00A82CBC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2406A5"/>
    <w:rsid w:val="0036503E"/>
    <w:rsid w:val="003B0A9C"/>
    <w:rsid w:val="003B2B1D"/>
    <w:rsid w:val="00426815"/>
    <w:rsid w:val="006A757D"/>
    <w:rsid w:val="0083489E"/>
    <w:rsid w:val="0084726D"/>
    <w:rsid w:val="008B6A11"/>
    <w:rsid w:val="00946238"/>
    <w:rsid w:val="00A3641F"/>
    <w:rsid w:val="00A62BFE"/>
    <w:rsid w:val="00A82CBC"/>
    <w:rsid w:val="00C340D3"/>
    <w:rsid w:val="00C822C7"/>
    <w:rsid w:val="00D024E5"/>
    <w:rsid w:val="00D727F9"/>
    <w:rsid w:val="00DF13F2"/>
    <w:rsid w:val="00EB501F"/>
    <w:rsid w:val="00F53678"/>
    <w:rsid w:val="00F60B46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53142537.dotm</Template>
  <TotalTime>32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44313071</cp:lastModifiedBy>
  <cp:revision>16</cp:revision>
  <cp:lastPrinted>2015-04-15T01:57:00Z</cp:lastPrinted>
  <dcterms:created xsi:type="dcterms:W3CDTF">2013-04-26T01:34:00Z</dcterms:created>
  <dcterms:modified xsi:type="dcterms:W3CDTF">2018-04-11T01:32:00Z</dcterms:modified>
</cp:coreProperties>
</file>